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4752" w:type="dxa"/>
        <w:tblInd w:w="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2"/>
        <w:gridCol w:w="2604"/>
        <w:gridCol w:w="744"/>
        <w:gridCol w:w="1824"/>
        <w:gridCol w:w="1392"/>
        <w:gridCol w:w="1332"/>
        <w:gridCol w:w="2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2" w:hRule="atLeast"/>
        </w:trPr>
        <w:tc>
          <w:tcPr>
            <w:tcW w:w="68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3324860" cy="4382135"/>
                  <wp:effectExtent l="0" t="0" r="6985" b="12700"/>
                  <wp:docPr id="24" name="图片 24" descr="井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井道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324860" cy="438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59890" cy="1534160"/>
                  <wp:effectExtent l="0" t="0" r="1270" b="5080"/>
                  <wp:docPr id="25" name="图片 25" descr="微信图片_201805181134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 descr="微信图片_20180518113443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1879" t="2879" r="-1879" b="-28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1534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78940" cy="1319530"/>
                  <wp:effectExtent l="0" t="0" r="12700" b="6350"/>
                  <wp:docPr id="31" name="图片 31" descr="微信图片_2018051811434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 descr="微信图片_201805181143454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94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24330" cy="1447165"/>
                  <wp:effectExtent l="0" t="0" r="6350" b="635"/>
                  <wp:docPr id="27" name="图片 27" descr="微信图片_2018051811434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微信图片_201805181143452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330" cy="144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51000" cy="1334770"/>
                  <wp:effectExtent l="0" t="0" r="10160" b="6350"/>
                  <wp:docPr id="30" name="图片 30" descr="微信图片_201805181134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微信图片_20180518113443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334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66240" cy="1459230"/>
                  <wp:effectExtent l="0" t="0" r="10160" b="3810"/>
                  <wp:docPr id="29" name="图片 29" descr="微信图片_2018051811434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微信图片_201805181143452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0" cy="145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57985" cy="1243965"/>
                  <wp:effectExtent l="0" t="0" r="3175" b="5715"/>
                  <wp:docPr id="28" name="图片 28" descr="微信图片_2018051811434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微信图片_201805181143453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985" cy="1243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1475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雨水井,污水井,电力井提升改造 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备注: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为了不影大院正常运行,地面沥青施工分二个阶段施工,避开上班时间大动作施工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工程量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雨水井0.4m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0.6m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5个    0.4m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0.7m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3个    0.3m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1.2m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1个    0.5m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1.2m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1个  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污水井 1.1m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1.2m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3个   0.93m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0.84m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1个    1.5m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2.3m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1个   1.1m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2.1m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1个  </w:t>
            </w:r>
          </w:p>
          <w:p>
            <w:p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电力井 2.2m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2.2m  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施工内容: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拆除旧井盖    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2.机械破除四周20cm宽砼基层    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3.清理雨水井,污水井垃圾及污泥,专业工程抽污车靖理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4.井口四周用红砖砌加高8cm ,四周水泥沙浆批灰,水泥沙浆1:2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5.安装成套铸铁成品雨水井盖,污水井盖,电力井盖高出原地面8cm(15T车压)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6.四周采用C20砼加固   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7.人工清理施工场地</w:t>
            </w: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4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3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雨水井,污水井,电力井</w:t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提升改造</w:t>
            </w:r>
          </w:p>
        </w:tc>
        <w:tc>
          <w:tcPr>
            <w:tcW w:w="32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color w:val="000000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39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37B289"/>
    <w:multiLevelType w:val="singleLevel"/>
    <w:tmpl w:val="E037B2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002A279E"/>
    <w:rsid w:val="05BA5E9C"/>
    <w:rsid w:val="237614E7"/>
    <w:rsid w:val="26993C7D"/>
    <w:rsid w:val="2E6D1903"/>
    <w:rsid w:val="345D74B6"/>
    <w:rsid w:val="35C41116"/>
    <w:rsid w:val="47273AC3"/>
    <w:rsid w:val="48EE19B0"/>
    <w:rsid w:val="4C18349F"/>
    <w:rsid w:val="4EF16400"/>
    <w:rsid w:val="55A446FC"/>
    <w:rsid w:val="5C8C0E75"/>
    <w:rsid w:val="69300682"/>
    <w:rsid w:val="6D535020"/>
    <w:rsid w:val="77B8347B"/>
    <w:rsid w:val="7AC852D1"/>
    <w:rsid w:val="7DA8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2018-05-20T15:11:54Z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