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</w:p>
    <w:tbl>
      <w:tblPr>
        <w:tblStyle w:val="4"/>
        <w:tblW w:w="14818" w:type="dxa"/>
        <w:tblInd w:w="1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2364"/>
        <w:gridCol w:w="456"/>
        <w:gridCol w:w="3432"/>
        <w:gridCol w:w="642"/>
        <w:gridCol w:w="3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2" w:hRule="atLeast"/>
        </w:trPr>
        <w:tc>
          <w:tcPr>
            <w:tcW w:w="66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3078480" cy="4058285"/>
                  <wp:effectExtent l="0" t="0" r="10795" b="0"/>
                  <wp:docPr id="1" name="图片 1" descr="车位画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车位画线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078480" cy="405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2739390" cy="2308860"/>
                  <wp:effectExtent l="0" t="0" r="3810" b="7620"/>
                  <wp:docPr id="2" name="图片 2" descr="微信图片_20180518114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18051811434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9390" cy="230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3676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871980" cy="1358265"/>
                  <wp:effectExtent l="0" t="0" r="2540" b="13335"/>
                  <wp:docPr id="3" name="图片 3" descr="微信图片_201805181144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180518114436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980" cy="1358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2057400" cy="1395095"/>
                  <wp:effectExtent l="0" t="0" r="0" b="6985"/>
                  <wp:docPr id="4" name="图片 4" descr="微信图片_2018051811434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1805181143454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39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1481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画车位标线及安装车轮定位杆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工程量: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车位标线( 2.5+5.5)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45位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0.15m宽=108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</w:p>
          <w:p>
            <w:pPr>
              <w:ind w:firstLine="840" w:firstLineChars="30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车轮定位杆24位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施工内容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1.拆除旧车轮定位杆  2.清理地面   3.标尺定位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4.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热熔3mm厚车位标线 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5.安装钢管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车轮定位杆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6.人工清理施工场地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4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项目名称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vertAlign w:val="baseline"/>
              </w:rPr>
              <w:t>广西司法厅地面改造施工方案</w:t>
            </w: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28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画车位标线及</w:t>
            </w:r>
          </w:p>
          <w:p>
            <w:pPr>
              <w:ind w:firstLine="281" w:firstLineChars="100"/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安装车轮定位杆</w:t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3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  <w:p>
            <w:pPr>
              <w:rPr>
                <w:color w:val="000000"/>
                <w:vertAlign w:val="baseline"/>
              </w:rPr>
            </w:pP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43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002A279E"/>
    <w:rsid w:val="180E0ECC"/>
    <w:rsid w:val="26993C7D"/>
    <w:rsid w:val="2B3F15FB"/>
    <w:rsid w:val="30682B26"/>
    <w:rsid w:val="345D74B6"/>
    <w:rsid w:val="3D567117"/>
    <w:rsid w:val="41E250CF"/>
    <w:rsid w:val="442879DD"/>
    <w:rsid w:val="47273AC3"/>
    <w:rsid w:val="48EE19B0"/>
    <w:rsid w:val="4C18349F"/>
    <w:rsid w:val="4EF16400"/>
    <w:rsid w:val="55A446FC"/>
    <w:rsid w:val="5C33259D"/>
    <w:rsid w:val="5C8C0E75"/>
    <w:rsid w:val="69300682"/>
    <w:rsid w:val="6B374A44"/>
    <w:rsid w:val="6D535020"/>
    <w:rsid w:val="77B8347B"/>
    <w:rsid w:val="7842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2018-05-20T15:13:42Z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