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950" w:type="dxa"/>
        <w:tblInd w:w="9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2352"/>
        <w:gridCol w:w="900"/>
        <w:gridCol w:w="1896"/>
        <w:gridCol w:w="1548"/>
        <w:gridCol w:w="1404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8" w:hRule="atLeast"/>
        </w:trPr>
        <w:tc>
          <w:tcPr>
            <w:tcW w:w="6588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3277235" cy="4320540"/>
                  <wp:effectExtent l="0" t="0" r="7620" b="14605"/>
                  <wp:docPr id="12" name="图片 12" descr="花坛边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花坛边框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277235" cy="432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843405" cy="1382395"/>
                  <wp:effectExtent l="0" t="0" r="635" b="4445"/>
                  <wp:docPr id="13" name="图片 13" descr="微信图片_201805181134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微信图片_2018051811344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843405" cy="1518920"/>
                  <wp:effectExtent l="0" t="0" r="635" b="5080"/>
                  <wp:docPr id="14" name="图片 14" descr="微信图片_201805181143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微信图片_2018051811434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51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733550" cy="1300480"/>
                  <wp:effectExtent l="0" t="0" r="3810" b="10160"/>
                  <wp:docPr id="15" name="图片 15" descr="微信图片_201805181143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微信图片_20180518114346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733550" cy="1506220"/>
                  <wp:effectExtent l="0" t="0" r="3810" b="2540"/>
                  <wp:docPr id="16" name="图片 16" descr="微信图片_201805181143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微信图片_20180518114346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449070" cy="1274445"/>
                  <wp:effectExtent l="0" t="0" r="13970" b="5715"/>
                  <wp:docPr id="17" name="图片 17" descr="微信图片_2018051811434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微信图片_201805181143456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70" cy="127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514475" cy="1500505"/>
                  <wp:effectExtent l="0" t="0" r="9525" b="8255"/>
                  <wp:docPr id="18" name="图片 18" descr="微信图片_2018051811434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微信图片_201805181143462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4950" w:type="dxa"/>
            <w:gridSpan w:val="7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花坛更换花岗岩边框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工程量:</w:t>
            </w:r>
          </w:p>
          <w:p>
            <w:pPr>
              <w:ind w:firstLine="560" w:firstLineChars="200"/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3.7+11.7+2.1+9.1+6.5+21.6+16.7+11.2+3+21.1+56+3+15.2+2+2.85+2.1+2.2+32.1+32.1+10.9+4+9.3+6+7.2+8.2+6+10.9+3.5+7.2+10.9+3.5+7.2+8.2+9.3+10.9+5.8+7.2+32.1+32.1+2.2+2.2+1.5+26.9+1.5+26.9+2.6+17.1+17.1+2.6=555.25M</w:t>
            </w:r>
          </w:p>
          <w:p>
            <w:pPr>
              <w:ind w:firstLine="280" w:firstLineChars="100"/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四之一圆角11个,半径1M    </w:t>
            </w:r>
          </w:p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弧长7.2M的4条, 半径6M</w:t>
            </w:r>
          </w:p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建筑废渣:  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直线555.25M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15CM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50CM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1.5倍=62.46立方米     </w:t>
            </w:r>
          </w:p>
          <w:p>
            <w:pPr>
              <w:ind w:firstLine="1400" w:firstLineChars="500"/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弧线37.43M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15CM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50CM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1.5倍=4.2立方米</w:t>
            </w:r>
          </w:p>
          <w:p>
            <w:pPr>
              <w:ind w:firstLine="1680" w:firstLineChars="600"/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种植土:(555.25+37.43)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0.2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0.5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1.5倍=88.9立方米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施工内容: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人工拆凿原白条砖面红砖砌花坛边15CM宽地面25CM地面以下20CM        </w:t>
            </w: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挖掉20CM宽50CM高种植土        </w:t>
            </w: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清理35CM宽沟底整平        </w:t>
            </w: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废渣垃圾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人工装车      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5.废渣弃运外出运距15KM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6.沟底5CM水泥沙浆垫层水泥沙浆1:2   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7.60CM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45CM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10CM花岗岩花坛石人工搬运安装,弧型定制, 水泥沙浆1:4     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花坛与路面接口用水泥沙浆1:2补平     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回填20CM宽50CM高种植土     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10.人工清理施工场地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36" w:type="dxa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3252" w:type="dxa"/>
            <w:gridSpan w:val="2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花坛更换花岗岩边框</w:t>
            </w:r>
          </w:p>
        </w:tc>
        <w:tc>
          <w:tcPr>
            <w:tcW w:w="3444" w:type="dxa"/>
            <w:gridSpan w:val="2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  <w:tc>
          <w:tcPr>
            <w:tcW w:w="4018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C8BB11"/>
    <w:multiLevelType w:val="singleLevel"/>
    <w:tmpl w:val="DCC8BB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98968FB"/>
    <w:multiLevelType w:val="singleLevel"/>
    <w:tmpl w:val="E98968FB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14A10AC7"/>
    <w:rsid w:val="1A840874"/>
    <w:rsid w:val="26993C7D"/>
    <w:rsid w:val="345D74B6"/>
    <w:rsid w:val="3A3869F2"/>
    <w:rsid w:val="47273AC3"/>
    <w:rsid w:val="4C18349F"/>
    <w:rsid w:val="4EF16400"/>
    <w:rsid w:val="51237E44"/>
    <w:rsid w:val="55A446FC"/>
    <w:rsid w:val="5C8C0E75"/>
    <w:rsid w:val="6D535020"/>
    <w:rsid w:val="78DC07EE"/>
    <w:rsid w:val="7E6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