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60" w:tblpY="15"/>
        <w:tblOverlap w:val="never"/>
        <w:tblW w:w="14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1872"/>
        <w:gridCol w:w="1428"/>
        <w:gridCol w:w="3552"/>
        <w:gridCol w:w="3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0" w:hRule="atLeast"/>
        </w:trPr>
        <w:tc>
          <w:tcPr>
            <w:tcW w:w="61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3141345" cy="4140835"/>
                  <wp:effectExtent l="0" t="0" r="4445" b="13335"/>
                  <wp:docPr id="1" name="图片 1" descr="树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树坛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141345" cy="414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2202815" cy="1485265"/>
                  <wp:effectExtent l="0" t="0" r="6985" b="8255"/>
                  <wp:docPr id="2" name="图片 2" descr="微信图片_201805181144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18051811443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815" cy="148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2191385" cy="1576705"/>
                  <wp:effectExtent l="0" t="0" r="3175" b="8255"/>
                  <wp:docPr id="3" name="图片 3" descr="微信图片_2018051811434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1805181143454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157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946910" cy="1445260"/>
                  <wp:effectExtent l="0" t="0" r="3810" b="2540"/>
                  <wp:docPr id="4" name="图片 4" descr="微信图片_201805181143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80518114346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910" cy="144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969135" cy="1536700"/>
                  <wp:effectExtent l="0" t="0" r="12065" b="2540"/>
                  <wp:docPr id="5" name="图片 5" descr="微信图片_20180518114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8051811443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135" cy="153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2" w:hRule="atLeast"/>
        </w:trPr>
        <w:tc>
          <w:tcPr>
            <w:tcW w:w="1493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树坛改造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工程量: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1m=10组  </w:t>
            </w:r>
            <w:bookmarkStart w:id="0" w:name="_GoBack"/>
            <w:bookmarkEnd w:id="0"/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施工内容:</w:t>
            </w: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1.人工拆除旧铸铁树盖9个,人工凿除水泥树坛1个直径90cm      2.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机械切割砼地面15cm厚,1m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10个=40m     3.人工凿挖25CM深15宽并清理出地面   4.人工装车   5.废渣弃运外出运距15KM    6.沟底5CM水泥沙浆垫层     7.100CM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45CM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10CM花岗岩花坛石人工搬运安装, 水泥沙浆1:4    8.花坛与路面接口用水泥沙浆1:4补平   </w:t>
            </w: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9.回填种植土     10.人工清理施工场地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ind w:firstLine="843" w:firstLineChars="3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树 坛石 改 造</w:t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3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38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>
      <w:pPr>
        <w:rPr>
          <w:vertAlign w:val="baseline"/>
        </w:rPr>
      </w:pPr>
    </w:p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02A279E"/>
    <w:rsid w:val="06D64E8E"/>
    <w:rsid w:val="09E24923"/>
    <w:rsid w:val="101B637B"/>
    <w:rsid w:val="26993C7D"/>
    <w:rsid w:val="345D74B6"/>
    <w:rsid w:val="47273AC3"/>
    <w:rsid w:val="4C18349F"/>
    <w:rsid w:val="4EF16400"/>
    <w:rsid w:val="55A446FC"/>
    <w:rsid w:val="5C8C0E75"/>
    <w:rsid w:val="6D535020"/>
    <w:rsid w:val="760E56CD"/>
    <w:rsid w:val="77B8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