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</w:p>
    <w:tbl>
      <w:tblPr>
        <w:tblStyle w:val="4"/>
        <w:tblW w:w="15148" w:type="dxa"/>
        <w:tblInd w:w="7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2"/>
        <w:gridCol w:w="2622"/>
        <w:gridCol w:w="762"/>
        <w:gridCol w:w="2322"/>
        <w:gridCol w:w="1170"/>
        <w:gridCol w:w="1686"/>
        <w:gridCol w:w="2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6" w:hRule="atLeast"/>
        </w:trPr>
        <w:tc>
          <w:tcPr>
            <w:tcW w:w="6774" w:type="dxa"/>
            <w:gridSpan w:val="2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drawing>
                <wp:inline distT="0" distB="0" distL="114300" distR="114300">
                  <wp:extent cx="3072130" cy="4605655"/>
                  <wp:effectExtent l="0" t="0" r="12065" b="6350"/>
                  <wp:docPr id="2" name="图片 2" descr="水泥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水泥坡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072130" cy="460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vertAlign w:val="baseline"/>
              </w:rPr>
            </w:pPr>
          </w:p>
        </w:tc>
        <w:tc>
          <w:tcPr>
            <w:tcW w:w="3084" w:type="dxa"/>
            <w:gridSpan w:val="2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drawing>
                <wp:inline distT="0" distB="0" distL="114300" distR="114300">
                  <wp:extent cx="1911350" cy="2975610"/>
                  <wp:effectExtent l="0" t="0" r="8890" b="11430"/>
                  <wp:docPr id="3" name="图片 3" descr="微信图片_201805181143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180518114345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350" cy="297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  <w:gridSpan w:val="2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drawing>
                <wp:inline distT="0" distB="0" distL="114300" distR="114300">
                  <wp:extent cx="1590040" cy="3020695"/>
                  <wp:effectExtent l="0" t="0" r="10160" b="12065"/>
                  <wp:docPr id="4" name="图片 4" descr="微信图片_201805181143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180518114345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040" cy="302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4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drawing>
                <wp:inline distT="0" distB="0" distL="114300" distR="114300">
                  <wp:extent cx="1489075" cy="3013710"/>
                  <wp:effectExtent l="0" t="0" r="4445" b="3810"/>
                  <wp:docPr id="6" name="图片 6" descr="微信图片_2018051811434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微信图片_201805181143452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075" cy="301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</w:trPr>
        <w:tc>
          <w:tcPr>
            <w:tcW w:w="15148" w:type="dxa"/>
            <w:gridSpan w:val="7"/>
          </w:tcPr>
          <w:p>
            <w:pP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凿除原水泥沙浆斜坡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工程量: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A 1.42m</w:t>
            </w:r>
            <w:r>
              <w:rPr>
                <w:rFonts w:hint="default" w:ascii="Arial" w:hAnsi="Arial" w:cs="Arial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1.27m=1.8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㎡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B.(1.6m+2.1m)</w:t>
            </w:r>
            <w:r>
              <w:rPr>
                <w:rFonts w:hint="default" w:ascii="Arial" w:hAnsi="Arial" w:cs="Arial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0.4m=1.48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㎡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C.1.2m</w:t>
            </w:r>
            <w:r>
              <w:rPr>
                <w:rFonts w:hint="default" w:ascii="Arial" w:hAnsi="Arial" w:cs="Arial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1m=1.2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㎡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D.41.5m</w:t>
            </w:r>
            <w:r>
              <w:rPr>
                <w:rFonts w:hint="default" w:ascii="Arial" w:hAnsi="Arial" w:cs="Arial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1.5m=62.25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㎡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E.(5m+7.5m+3m+29.7m)</w:t>
            </w:r>
            <w:r>
              <w:rPr>
                <w:rFonts w:hint="default" w:ascii="Arial" w:hAnsi="Arial" w:cs="Arial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0.3m=13.56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㎡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F.35.47m</w:t>
            </w:r>
            <w:r>
              <w:rPr>
                <w:rFonts w:hint="default" w:ascii="Arial" w:hAnsi="Arial" w:cs="Arial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1.6m=56.75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㎡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G.2.5m</w:t>
            </w:r>
            <w:r>
              <w:rPr>
                <w:rFonts w:hint="default" w:ascii="Arial" w:hAnsi="Arial" w:cs="Arial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1.2=3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㎡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合计:140.04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㎡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建筑废渣:140.04㎡</w:t>
            </w:r>
            <w:r>
              <w:rPr>
                <w:rFonts w:hint="default" w:ascii="Arial" w:hAnsi="Arial" w:eastAsia="宋体" w:cs="Arial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0.1m厚</w:t>
            </w:r>
            <w:r>
              <w:rPr>
                <w:rFonts w:hint="default" w:ascii="Arial" w:hAnsi="Arial" w:eastAsia="宋体" w:cs="Arial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1.5倍=21立方米</w:t>
            </w:r>
            <w:bookmarkStart w:id="0" w:name="_GoBack"/>
            <w:bookmarkEnd w:id="0"/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施工内容: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1.人工凿除水泥斜坡     2.人工清理成堆   3.人工装车   4.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废渣弃运外出运距15KM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</w:trPr>
        <w:tc>
          <w:tcPr>
            <w:tcW w:w="4152" w:type="dxa"/>
            <w:vAlign w:val="top"/>
          </w:tcPr>
          <w:p>
            <w:pPr>
              <w:rPr>
                <w:rFonts w:hint="eastAsia" w:eastAsia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项目名称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:</w:t>
            </w:r>
          </w:p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  <w:vertAlign w:val="baseline"/>
              </w:rPr>
              <w:t>广西司法厅地面改造施工方案</w:t>
            </w:r>
          </w:p>
          <w:p>
            <w:pPr>
              <w:rPr>
                <w:vertAlign w:val="baseline"/>
              </w:rPr>
            </w:pPr>
          </w:p>
        </w:tc>
        <w:tc>
          <w:tcPr>
            <w:tcW w:w="3384" w:type="dxa"/>
            <w:gridSpan w:val="2"/>
            <w:vAlign w:val="top"/>
          </w:tcPr>
          <w:p>
            <w:pP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施工分项名称:</w:t>
            </w:r>
          </w:p>
          <w:p>
            <w:pP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凿除原水泥沙浆斜坡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3492" w:type="dxa"/>
            <w:gridSpan w:val="2"/>
          </w:tcPr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建设单位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  <w:p>
            <w:pPr>
              <w:rPr>
                <w:vertAlign w:val="baseline"/>
              </w:rPr>
            </w:pPr>
          </w:p>
        </w:tc>
        <w:tc>
          <w:tcPr>
            <w:tcW w:w="4120" w:type="dxa"/>
            <w:gridSpan w:val="2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施工单位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</w:tc>
      </w:tr>
    </w:tbl>
    <w:p/>
    <w:sectPr>
      <w:pgSz w:w="16838" w:h="11906" w:orient="landscape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73AC3"/>
    <w:rsid w:val="20F54F19"/>
    <w:rsid w:val="25F061B7"/>
    <w:rsid w:val="345D74B6"/>
    <w:rsid w:val="47273AC3"/>
    <w:rsid w:val="53DA363E"/>
    <w:rsid w:val="55A446FC"/>
    <w:rsid w:val="6D535020"/>
    <w:rsid w:val="79A1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uzhe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2018-05-19T00:52:00Z</dcterms:created>
  <dc:creator>wuzhe</dc:creator>
  <cp:lastModifiedBy>wuzhe</cp:lastModifiedBy>
  <dcterms:modified xsi:type="dcterms:W3CDTF">2018-05-20T15:07:10Z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